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152B5D" w:rsidP="00B51902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 w:rsidRPr="00152B5D"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415.25pt;margin-top:2.05pt;width:86.2pt;height:27.35pt;z-index:251658752" stroked="f">
                  <v:textbox style="mso-next-textbox:#_x0000_s1026">
                    <w:txbxContent>
                      <w:p w:rsidR="002B629B" w:rsidRPr="002B629B" w:rsidRDefault="002B629B" w:rsidP="002B629B">
                        <w:pPr>
                          <w:jc w:val="center"/>
                          <w:rPr>
                            <w:rFonts w:ascii="Arial Rounded MT Bold" w:hAnsi="Arial Rounded MT Bold"/>
                            <w:sz w:val="32"/>
                            <w:lang w:val="en-US"/>
                          </w:rPr>
                        </w:pPr>
                        <w:proofErr w:type="spellStart"/>
                        <w:r w:rsidRPr="002B629B">
                          <w:rPr>
                            <w:rFonts w:ascii="Arial Rounded MT Bold" w:hAnsi="Arial Rounded MT Bold"/>
                            <w:sz w:val="32"/>
                            <w:lang w:val="en-US"/>
                          </w:rPr>
                          <w:t>Maths</w:t>
                        </w:r>
                        <w:proofErr w:type="spellEnd"/>
                        <w:r>
                          <w:rPr>
                            <w:rFonts w:ascii="Arial Rounded MT Bold" w:hAnsi="Arial Rounded MT Bold"/>
                            <w:sz w:val="32"/>
                            <w:lang w:val="en-US"/>
                          </w:rPr>
                          <w:t xml:space="preserve"> K</w:t>
                        </w:r>
                      </w:p>
                      <w:p w:rsidR="002B629B" w:rsidRPr="002B629B" w:rsidRDefault="002B629B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</w:pict>
            </w:r>
            <w:r w:rsidR="002F4B32"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68273A" w:rsidP="00B51902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2010-2011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B51902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B5190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2B629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2F4B32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99767B" w:rsidRPr="0078334B" w:rsidRDefault="007D67CD" w:rsidP="00944E3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944E3A">
              <w:rPr>
                <w:rFonts w:ascii="Verdana" w:hAnsi="Verdana"/>
                <w:sz w:val="20"/>
                <w:szCs w:val="20"/>
              </w:rPr>
              <w:t>3 Ordering Numbers</w:t>
            </w:r>
            <w:r w:rsidR="0068273A">
              <w:rPr>
                <w:rFonts w:ascii="Verdana" w:hAnsi="Verdana"/>
                <w:sz w:val="20"/>
                <w:szCs w:val="20"/>
              </w:rPr>
              <w:t xml:space="preserve">    </w:t>
            </w:r>
          </w:p>
        </w:tc>
        <w:tc>
          <w:tcPr>
            <w:tcW w:w="4555" w:type="dxa"/>
            <w:gridSpan w:val="5"/>
          </w:tcPr>
          <w:p w:rsidR="007D67CD" w:rsidRPr="00A7565C" w:rsidRDefault="00152B5D" w:rsidP="00B5190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Pr="00341004">
              <w:rPr>
                <w:rFonts w:ascii="Verdana" w:hAnsi="Verdana"/>
                <w:b/>
                <w:sz w:val="18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341004" w:rsidRPr="00341004">
              <w:rPr>
                <w:rFonts w:ascii="Verdana" w:hAnsi="Verdana"/>
                <w:b/>
                <w:sz w:val="18"/>
                <w:szCs w:val="20"/>
              </w:rPr>
              <w:instrText xml:space="preserve"> FORMCHECKBOX </w:instrText>
            </w:r>
            <w:r w:rsidRPr="00341004">
              <w:rPr>
                <w:rFonts w:ascii="Verdana" w:hAnsi="Verdana"/>
                <w:b/>
                <w:sz w:val="18"/>
                <w:szCs w:val="20"/>
              </w:rPr>
            </w:r>
            <w:r w:rsidRPr="00341004">
              <w:rPr>
                <w:rFonts w:ascii="Verdana" w:hAnsi="Verdana"/>
                <w:b/>
                <w:sz w:val="18"/>
                <w:szCs w:val="20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B5190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B51902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152B5D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A3CAD" w:rsidRPr="006A3CAD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6A3CAD">
              <w:rPr>
                <w:rFonts w:ascii="Verdana" w:hAnsi="Verdana"/>
                <w:b/>
                <w:sz w:val="16"/>
                <w:szCs w:val="20"/>
              </w:rPr>
            </w: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78334B">
              <w:rPr>
                <w:rFonts w:ascii="Verdana" w:hAnsi="Verdana"/>
                <w:b/>
                <w:sz w:val="16"/>
                <w:szCs w:val="16"/>
              </w:rPr>
              <w:t>Visual</w:t>
            </w:r>
          </w:p>
          <w:bookmarkStart w:id="0" w:name="Casilla18"/>
          <w:p w:rsidR="00B57B1C" w:rsidRPr="00A7565C" w:rsidRDefault="00152B5D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334B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152B5D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334B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proofErr w:type="spellStart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B51902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B5190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067151" w:rsidRPr="00A7565C" w:rsidRDefault="00152B5D" w:rsidP="00B51902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334B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="006A3CAD" w:rsidRPr="006A3CAD">
              <w:rPr>
                <w:rFonts w:ascii="Verdana" w:hAnsi="Verdana"/>
                <w:sz w:val="16"/>
                <w:szCs w:val="14"/>
              </w:rPr>
              <w:t>Prior Knowledge</w:t>
            </w:r>
          </w:p>
          <w:p w:rsidR="00B57B1C" w:rsidRPr="00A7565C" w:rsidRDefault="00152B5D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152B5D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A3CAD" w:rsidRPr="006A3CAD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6A3CAD">
              <w:rPr>
                <w:rFonts w:ascii="Verdana" w:hAnsi="Verdana"/>
                <w:b/>
                <w:sz w:val="16"/>
                <w:szCs w:val="20"/>
              </w:rPr>
            </w: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067151">
              <w:rPr>
                <w:rFonts w:ascii="Verdana" w:hAnsi="Verdana"/>
                <w:b/>
                <w:sz w:val="16"/>
                <w:szCs w:val="16"/>
              </w:rPr>
              <w:t>Understanding</w:t>
            </w:r>
          </w:p>
          <w:p w:rsidR="00B57B1C" w:rsidRPr="00A7565C" w:rsidRDefault="00152B5D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152B5D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B51902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B5190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750DB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152B5D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334B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152B5D">
              <w:rPr>
                <w:rFonts w:ascii="Verdana" w:hAnsi="Verdana"/>
                <w:sz w:val="16"/>
                <w:szCs w:val="16"/>
              </w:rPr>
            </w:r>
            <w:r w:rsidR="00152B5D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50DB7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="00750DB7">
              <w:rPr>
                <w:rFonts w:ascii="Verdana" w:hAnsi="Verdana"/>
                <w:b/>
                <w:sz w:val="20"/>
                <w:szCs w:val="20"/>
              </w:rPr>
              <w:t>X</w:t>
            </w:r>
            <w:r w:rsidR="00B57B1C" w:rsidRPr="00750DB7">
              <w:rPr>
                <w:rFonts w:ascii="Verdana" w:hAnsi="Verdana"/>
                <w:b/>
                <w:sz w:val="20"/>
                <w:szCs w:val="20"/>
              </w:rPr>
              <w:t>Formative</w:t>
            </w:r>
            <w:proofErr w:type="spellEnd"/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50DB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2B5D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152B5D" w:rsidRPr="00517BEB">
              <w:rPr>
                <w:rFonts w:ascii="Verdana" w:hAnsi="Verdana"/>
                <w:b/>
                <w:sz w:val="20"/>
                <w:szCs w:val="20"/>
              </w:rPr>
            </w:r>
            <w:r w:rsidR="00152B5D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B51902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B51902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152B5D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A3CAD" w:rsidRPr="006A3CAD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6A3CAD">
              <w:rPr>
                <w:rFonts w:ascii="Verdana" w:hAnsi="Verdana"/>
                <w:b/>
                <w:sz w:val="16"/>
                <w:szCs w:val="20"/>
              </w:rPr>
            </w: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78334B">
              <w:rPr>
                <w:rFonts w:ascii="Verdana" w:hAnsi="Verdana"/>
                <w:b/>
                <w:sz w:val="16"/>
                <w:szCs w:val="16"/>
              </w:rPr>
              <w:t>Visual-Spatial</w:t>
            </w:r>
          </w:p>
          <w:p w:rsidR="00B57B1C" w:rsidRDefault="00152B5D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4"/>
            <w:r w:rsidR="006A3CAD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7A10BD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Default="00152B5D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6" w:name="Casilla30"/>
          </w:p>
          <w:bookmarkEnd w:id="6"/>
          <w:p w:rsidR="00B57B1C" w:rsidRDefault="00152B5D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6A3CAD" w:rsidRPr="006A3CAD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6A3CAD">
              <w:rPr>
                <w:rFonts w:ascii="Verdana" w:hAnsi="Verdana"/>
                <w:b/>
                <w:sz w:val="16"/>
                <w:szCs w:val="20"/>
              </w:rPr>
            </w:r>
            <w:r w:rsidRPr="006A3CAD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78334B">
              <w:rPr>
                <w:rFonts w:ascii="Verdana" w:hAnsi="Verdana"/>
                <w:b/>
                <w:sz w:val="16"/>
                <w:szCs w:val="16"/>
              </w:rPr>
              <w:t>Logical-Mathematical</w:t>
            </w:r>
          </w:p>
          <w:p w:rsidR="00B57B1C" w:rsidRPr="00A7565C" w:rsidRDefault="00B57B1C" w:rsidP="00B5190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152B5D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152B5D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</w:t>
            </w:r>
            <w:r w:rsidR="00B57B1C" w:rsidRPr="006A3CAD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152B5D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152B5D" w:rsidP="00B5190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B5190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78334B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78334B">
              <w:rPr>
                <w:rFonts w:ascii="Verdana" w:hAnsi="Verdana"/>
                <w:b/>
                <w:sz w:val="16"/>
                <w:szCs w:val="16"/>
                <w:lang w:val="en-GB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57B1C" w:rsidRPr="0078334B">
              <w:rPr>
                <w:rFonts w:ascii="Verdana" w:hAnsi="Verdana"/>
                <w:b/>
                <w:sz w:val="16"/>
                <w:szCs w:val="16"/>
                <w:lang w:val="en-GB"/>
              </w:rPr>
              <w:t>Observation</w:t>
            </w:r>
          </w:p>
          <w:p w:rsidR="00B57B1C" w:rsidRPr="00A7565C" w:rsidRDefault="00152B5D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7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152B5D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B57B1C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Pr="0078334B">
              <w:rPr>
                <w:rFonts w:ascii="Verdana" w:hAnsi="Verdana"/>
                <w:b/>
                <w:sz w:val="16"/>
                <w:szCs w:val="16"/>
                <w:lang w:val="en-GB"/>
              </w:rPr>
              <w:t>Selected response</w:t>
            </w:r>
          </w:p>
          <w:p w:rsidR="00B57B1C" w:rsidRPr="00F47BD0" w:rsidRDefault="00944E3A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50743">
              <w:rPr>
                <w:rFonts w:ascii="Verdana" w:hAnsi="Verdana"/>
                <w:sz w:val="16"/>
                <w:szCs w:val="16"/>
                <w:lang w:val="en-US"/>
              </w:rPr>
              <w:t>X</w:t>
            </w:r>
            <w:r w:rsidR="00A44AD0" w:rsidRPr="0080767B">
              <w:rPr>
                <w:rFonts w:ascii="Verdana" w:hAnsi="Verdana"/>
                <w:b/>
                <w:sz w:val="16"/>
                <w:szCs w:val="20"/>
                <w:lang w:val="en-US"/>
              </w:rPr>
              <w:t xml:space="preserve"> </w:t>
            </w:r>
            <w:r w:rsidR="00B57B1C" w:rsidRPr="0078334B">
              <w:rPr>
                <w:rFonts w:ascii="Verdana" w:hAnsi="Verdana"/>
                <w:sz w:val="16"/>
                <w:szCs w:val="16"/>
                <w:lang w:val="en-GB"/>
              </w:rPr>
              <w:t>Open-ended Task</w:t>
            </w:r>
          </w:p>
          <w:p w:rsidR="00B57B1C" w:rsidRPr="00A7565C" w:rsidRDefault="00B57B1C" w:rsidP="00B51902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152B5D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9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152B5D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152B5D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152B5D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9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B51902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152B5D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0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F86DB7" w:rsidRDefault="00152B5D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1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F86DB7" w:rsidRDefault="00F86DB7" w:rsidP="00B5190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944E3A">
              <w:rPr>
                <w:rFonts w:ascii="Verdana" w:hAnsi="Verdana"/>
                <w:sz w:val="16"/>
                <w:szCs w:val="16"/>
              </w:rPr>
              <w:t>X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78334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F86DB7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F86DB7" w:rsidRDefault="00944E3A" w:rsidP="00B5190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 xml:space="preserve">    </w:t>
            </w:r>
            <w:r w:rsidR="00F86DB7" w:rsidRPr="00F86DB7">
              <w:rPr>
                <w:rFonts w:ascii="Verdana" w:hAnsi="Verdana"/>
                <w:b/>
                <w:sz w:val="14"/>
                <w:szCs w:val="16"/>
              </w:rPr>
              <w:t xml:space="preserve"> </w:t>
            </w:r>
            <w:r w:rsidR="00B57B1C" w:rsidRPr="00F86DB7">
              <w:rPr>
                <w:rFonts w:ascii="Verdana" w:hAnsi="Verdana"/>
                <w:b/>
                <w:sz w:val="14"/>
                <w:szCs w:val="16"/>
              </w:rPr>
              <w:t>Anecdotal Records</w:t>
            </w:r>
          </w:p>
          <w:p w:rsidR="00B57B1C" w:rsidRPr="00A7565C" w:rsidRDefault="00152B5D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B51902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152B5D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3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152B5D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152B5D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152B5D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9A31D5" w:rsidRDefault="00922918" w:rsidP="009A31D5">
            <w:pPr>
              <w:pStyle w:val="Prrafodelista"/>
              <w:ind w:left="0"/>
              <w:rPr>
                <w:rFonts w:ascii="Verdana" w:hAnsi="Verdana"/>
                <w:b/>
                <w:sz w:val="16"/>
                <w:szCs w:val="16"/>
              </w:rPr>
            </w:pPr>
            <w:r w:rsidRPr="0099767B">
              <w:rPr>
                <w:rFonts w:ascii="Verdana" w:hAnsi="Verdana"/>
                <w:b/>
                <w:sz w:val="16"/>
                <w:szCs w:val="16"/>
              </w:rPr>
              <w:t>Achievement Indicators</w:t>
            </w:r>
            <w:r w:rsidR="009A31D5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  <w:p w:rsidR="009A31D5" w:rsidRPr="00BE3E6A" w:rsidRDefault="009A31D5" w:rsidP="009A31D5">
            <w:pPr>
              <w:pStyle w:val="Prrafodelista"/>
              <w:ind w:left="0"/>
              <w:rPr>
                <w:color w:val="FF0000"/>
                <w:sz w:val="18"/>
                <w:szCs w:val="20"/>
                <w:lang w:val="en-GB"/>
              </w:rPr>
            </w:pPr>
            <w:r w:rsidRPr="00BE3E6A">
              <w:rPr>
                <w:sz w:val="18"/>
                <w:szCs w:val="20"/>
                <w:lang w:val="en-GB"/>
              </w:rPr>
              <w:sym w:font="Wingdings 2" w:char="F052"/>
            </w:r>
            <w:r w:rsidR="00050743">
              <w:rPr>
                <w:sz w:val="18"/>
                <w:szCs w:val="20"/>
              </w:rPr>
              <w:t>Identify, organize and count numbers up to 30.</w:t>
            </w:r>
          </w:p>
          <w:p w:rsidR="00796FD9" w:rsidRPr="009A31D5" w:rsidRDefault="00796FD9" w:rsidP="00F86DB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5105" w:type="dxa"/>
            <w:gridSpan w:val="6"/>
          </w:tcPr>
          <w:p w:rsidR="0078334B" w:rsidRPr="00AF2897" w:rsidRDefault="00922918" w:rsidP="0078334B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99767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r w:rsidR="00050743">
              <w:rPr>
                <w:rFonts w:ascii="Verdana" w:hAnsi="Verdana"/>
                <w:sz w:val="16"/>
                <w:szCs w:val="16"/>
                <w:lang w:val="en-US"/>
              </w:rPr>
              <w:t>counting</w:t>
            </w:r>
            <w:r w:rsidR="003577D0">
              <w:rPr>
                <w:rFonts w:ascii="Verdana" w:hAnsi="Verdana"/>
                <w:sz w:val="16"/>
                <w:szCs w:val="16"/>
                <w:lang w:val="en-US"/>
              </w:rPr>
              <w:t xml:space="preserve"> S</w:t>
            </w:r>
            <w:r w:rsidR="0078334B" w:rsidRPr="00AF2897">
              <w:rPr>
                <w:rFonts w:ascii="Verdana" w:hAnsi="Verdana"/>
                <w:sz w:val="16"/>
                <w:szCs w:val="16"/>
                <w:lang w:val="en-US"/>
              </w:rPr>
              <w:t>kills</w:t>
            </w:r>
          </w:p>
          <w:p w:rsidR="00922918" w:rsidRPr="0099767B" w:rsidRDefault="00944E3A" w:rsidP="003577D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       </w:t>
            </w:r>
            <w:r w:rsidR="0078334B" w:rsidRPr="00AF2897">
              <w:rPr>
                <w:rFonts w:ascii="Verdana" w:hAnsi="Verdana"/>
                <w:sz w:val="16"/>
                <w:szCs w:val="16"/>
                <w:lang w:val="en-US"/>
              </w:rPr>
              <w:t xml:space="preserve">                       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A44AD0" w:rsidRDefault="0080256E" w:rsidP="003577D0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9A31D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050743">
              <w:rPr>
                <w:rFonts w:ascii="Verdana" w:hAnsi="Verdana"/>
                <w:sz w:val="16"/>
                <w:szCs w:val="16"/>
                <w:lang w:val="en-US"/>
              </w:rPr>
              <w:t>Notebook, paper numbers and glue stick</w:t>
            </w:r>
            <w:r w:rsidR="009A31D5">
              <w:rPr>
                <w:rFonts w:ascii="Verdana" w:hAnsi="Verdana"/>
                <w:sz w:val="16"/>
                <w:szCs w:val="16"/>
                <w:lang w:val="en-US"/>
              </w:rPr>
              <w:t>.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672D89" w:rsidRDefault="00672D89" w:rsidP="00B5190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b/>
                <w:sz w:val="16"/>
                <w:szCs w:val="16"/>
              </w:rPr>
            </w:pPr>
            <w:r w:rsidRPr="00672D89">
              <w:rPr>
                <w:rFonts w:ascii="Century Gothic" w:hAnsi="Century Gothic"/>
                <w:b/>
                <w:sz w:val="16"/>
                <w:szCs w:val="16"/>
              </w:rPr>
              <w:t xml:space="preserve">X  </w:t>
            </w:r>
            <w:r w:rsidR="0080256E" w:rsidRPr="00672D89">
              <w:rPr>
                <w:rFonts w:ascii="Century Gothic" w:hAnsi="Century Gothic"/>
                <w:b/>
                <w:sz w:val="16"/>
                <w:szCs w:val="16"/>
              </w:rPr>
              <w:t xml:space="preserve"> </w:t>
            </w:r>
            <w:r w:rsidR="0080256E" w:rsidRPr="00672D89">
              <w:rPr>
                <w:rFonts w:ascii="Verdana" w:hAnsi="Verdana"/>
                <w:b/>
                <w:sz w:val="16"/>
                <w:szCs w:val="16"/>
              </w:rPr>
              <w:t>Individual</w:t>
            </w:r>
          </w:p>
          <w:p w:rsidR="00050743" w:rsidRDefault="00152B5D" w:rsidP="00B5190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050743" w:rsidP="00B5190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X 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152B5D" w:rsidP="00B5190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A44AD0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152B5D" w:rsidP="00B5190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2D89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0F48C0">
        <w:trPr>
          <w:trHeight w:val="574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152B5D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152B5D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152B5D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2D89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152B5D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7A10BD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Pr="00870D07" w:rsidRDefault="00870D07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80256E" w:rsidRPr="00870D07">
              <w:rPr>
                <w:rFonts w:ascii="Verdana" w:hAnsi="Verdana"/>
                <w:b/>
                <w:sz w:val="16"/>
                <w:szCs w:val="16"/>
                <w:lang w:val="en-GB"/>
              </w:rPr>
              <w:t>Alternative</w:t>
            </w:r>
          </w:p>
          <w:p w:rsidR="0080256E" w:rsidRPr="00870D07" w:rsidRDefault="00152B5D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70D07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870D07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152B5D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5190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0F48C0">
        <w:trPr>
          <w:trHeight w:val="41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AD30AD" w:rsidRDefault="0080256E" w:rsidP="00412EF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AD30A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AD30A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050743">
              <w:rPr>
                <w:rFonts w:ascii="Verdana" w:hAnsi="Verdana"/>
                <w:sz w:val="16"/>
                <w:szCs w:val="16"/>
                <w:lang w:val="en-US"/>
              </w:rPr>
              <w:t>Week 23</w:t>
            </w:r>
            <w:r w:rsidR="000E3EF9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050743" w:rsidRPr="00672D89" w:rsidRDefault="0080256E" w:rsidP="00050743">
            <w:pPr>
              <w:pStyle w:val="Sinespaciado"/>
              <w:ind w:left="39"/>
              <w:rPr>
                <w:rFonts w:ascii="Verdana" w:hAnsi="Verdana"/>
                <w:sz w:val="16"/>
                <w:szCs w:val="16"/>
                <w:lang w:val="en-US"/>
              </w:rPr>
            </w:pPr>
            <w:r w:rsidRPr="00AD30AD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AD30A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050743">
              <w:rPr>
                <w:rFonts w:ascii="Verdana" w:hAnsi="Verdana"/>
                <w:sz w:val="16"/>
                <w:szCs w:val="16"/>
                <w:lang w:val="en-US"/>
              </w:rPr>
              <w:t>25’</w:t>
            </w:r>
          </w:p>
          <w:p w:rsidR="00672D89" w:rsidRPr="00672D89" w:rsidRDefault="00672D89" w:rsidP="00B51902">
            <w:pPr>
              <w:pStyle w:val="Sinespaciado"/>
              <w:ind w:left="39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519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AD30AD">
        <w:trPr>
          <w:trHeight w:val="64"/>
        </w:trPr>
        <w:tc>
          <w:tcPr>
            <w:tcW w:w="11199" w:type="dxa"/>
            <w:gridSpan w:val="12"/>
          </w:tcPr>
          <w:p w:rsidR="0080256E" w:rsidRPr="00972B7E" w:rsidRDefault="0080256E" w:rsidP="00B5190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831EB3">
        <w:trPr>
          <w:trHeight w:val="918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050743" w:rsidRPr="00050743" w:rsidRDefault="00C26857" w:rsidP="00050743">
            <w:pPr>
              <w:pStyle w:val="Sinespaciado"/>
              <w:rPr>
                <w:rFonts w:ascii="Verdana" w:hAnsi="Verdana"/>
                <w:b/>
                <w:sz w:val="18"/>
                <w:szCs w:val="16"/>
                <w:lang w:val="en-GB"/>
              </w:rPr>
            </w:pPr>
            <w:r w:rsidRPr="002E6E87">
              <w:rPr>
                <w:rFonts w:ascii="Verdana" w:hAnsi="Verdana"/>
                <w:b/>
                <w:sz w:val="18"/>
                <w:szCs w:val="16"/>
                <w:lang w:val="en-GB"/>
              </w:rPr>
              <w:t>Opening:</w:t>
            </w:r>
            <w:r w:rsidR="00340A2B" w:rsidRPr="002E6E87">
              <w:rPr>
                <w:rFonts w:ascii="Verdana" w:hAnsi="Verdana"/>
                <w:b/>
                <w:sz w:val="18"/>
                <w:szCs w:val="16"/>
                <w:lang w:val="en-GB"/>
              </w:rPr>
              <w:t xml:space="preserve"> </w:t>
            </w:r>
            <w:r w:rsidR="000555DB" w:rsidRPr="002E6E87">
              <w:rPr>
                <w:rFonts w:ascii="Verdana" w:hAnsi="Verdana"/>
                <w:b/>
                <w:sz w:val="18"/>
                <w:szCs w:val="16"/>
                <w:lang w:val="en-GB"/>
              </w:rPr>
              <w:t xml:space="preserve"> </w:t>
            </w:r>
          </w:p>
          <w:p w:rsidR="00672D89" w:rsidRPr="002E6E87" w:rsidRDefault="00050743" w:rsidP="00050743">
            <w:pPr>
              <w:pStyle w:val="Sinespaciado"/>
              <w:rPr>
                <w:rFonts w:ascii="Verdana" w:hAnsi="Verdana"/>
                <w:sz w:val="20"/>
                <w:szCs w:val="16"/>
                <w:lang w:val="en-GB"/>
              </w:rPr>
            </w:pPr>
            <w:r>
              <w:rPr>
                <w:rFonts w:ascii="Verdana" w:hAnsi="Verdana"/>
                <w:sz w:val="20"/>
                <w:szCs w:val="16"/>
                <w:lang w:val="en-GB"/>
              </w:rPr>
              <w:t>Divide the whole group in small groups and explain the instructions, in this station they have to work by themselves.</w:t>
            </w:r>
          </w:p>
          <w:p w:rsidR="000F189E" w:rsidRPr="002E6E87" w:rsidRDefault="000F189E" w:rsidP="00672D89">
            <w:pPr>
              <w:pStyle w:val="Sinespaciado"/>
              <w:rPr>
                <w:rFonts w:ascii="Verdana" w:hAnsi="Verdana"/>
                <w:sz w:val="18"/>
                <w:szCs w:val="16"/>
                <w:lang w:val="en-GB"/>
              </w:rPr>
            </w:pPr>
          </w:p>
        </w:tc>
      </w:tr>
      <w:tr w:rsidR="00340A2B" w:rsidRPr="000226A8" w:rsidTr="00831EB3">
        <w:trPr>
          <w:trHeight w:val="263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9E463F" w:rsidRPr="002E6E87" w:rsidRDefault="00340A2B" w:rsidP="00B51902">
            <w:pPr>
              <w:spacing w:line="20" w:lineRule="atLeast"/>
              <w:rPr>
                <w:rFonts w:ascii="Verdana" w:hAnsi="Verdana"/>
                <w:b/>
                <w:sz w:val="18"/>
                <w:szCs w:val="16"/>
              </w:rPr>
            </w:pPr>
            <w:r w:rsidRPr="002E6E87">
              <w:rPr>
                <w:rFonts w:ascii="Verdana" w:hAnsi="Verdana"/>
                <w:b/>
                <w:sz w:val="18"/>
                <w:szCs w:val="16"/>
              </w:rPr>
              <w:t>Main Activity:</w:t>
            </w:r>
            <w:r w:rsidR="00050743">
              <w:rPr>
                <w:rFonts w:ascii="Verdana" w:hAnsi="Verdana"/>
                <w:b/>
                <w:sz w:val="18"/>
                <w:szCs w:val="16"/>
              </w:rPr>
              <w:t xml:space="preserve"> </w:t>
            </w:r>
            <w:r w:rsidR="00050743" w:rsidRPr="00050743">
              <w:rPr>
                <w:rFonts w:ascii="Verdana" w:hAnsi="Verdana"/>
                <w:sz w:val="18"/>
                <w:szCs w:val="16"/>
              </w:rPr>
              <w:t>Beforehand</w:t>
            </w:r>
            <w:r w:rsidR="00050743">
              <w:rPr>
                <w:rFonts w:ascii="Verdana" w:hAnsi="Verdana"/>
                <w:b/>
                <w:sz w:val="18"/>
                <w:szCs w:val="16"/>
              </w:rPr>
              <w:t xml:space="preserve"> </w:t>
            </w:r>
            <w:r w:rsidR="00050743">
              <w:rPr>
                <w:rFonts w:ascii="Verdana" w:hAnsi="Verdana"/>
                <w:sz w:val="18"/>
                <w:szCs w:val="16"/>
              </w:rPr>
              <w:t xml:space="preserve">the teacher has provided one set with numbers from 5 to 30, and they have to paste </w:t>
            </w:r>
            <w:r w:rsidR="00AF77EC">
              <w:rPr>
                <w:rFonts w:ascii="Verdana" w:hAnsi="Verdana"/>
                <w:sz w:val="18"/>
                <w:szCs w:val="16"/>
              </w:rPr>
              <w:t>them in</w:t>
            </w:r>
            <w:r w:rsidR="00050743">
              <w:rPr>
                <w:rFonts w:ascii="Verdana" w:hAnsi="Verdana"/>
                <w:sz w:val="18"/>
                <w:szCs w:val="16"/>
              </w:rPr>
              <w:t xml:space="preserve"> order, continuing the sequence, in their notebooks, after </w:t>
            </w:r>
            <w:proofErr w:type="gramStart"/>
            <w:r w:rsidR="00050743">
              <w:rPr>
                <w:rFonts w:ascii="Verdana" w:hAnsi="Verdana"/>
                <w:sz w:val="18"/>
                <w:szCs w:val="16"/>
              </w:rPr>
              <w:t>that children</w:t>
            </w:r>
            <w:proofErr w:type="gramEnd"/>
            <w:r w:rsidR="00050743">
              <w:rPr>
                <w:rFonts w:ascii="Verdana" w:hAnsi="Verdana"/>
                <w:sz w:val="18"/>
                <w:szCs w:val="16"/>
              </w:rPr>
              <w:t xml:space="preserve"> have to choose 4 numbers between 20 and 30 and draw </w:t>
            </w:r>
            <w:r w:rsidR="00AF77EC">
              <w:rPr>
                <w:rFonts w:ascii="Verdana" w:hAnsi="Verdana"/>
                <w:sz w:val="18"/>
                <w:szCs w:val="16"/>
              </w:rPr>
              <w:t>the respective</w:t>
            </w:r>
            <w:r w:rsidR="00050743">
              <w:rPr>
                <w:rFonts w:ascii="Verdana" w:hAnsi="Verdana"/>
                <w:sz w:val="18"/>
                <w:szCs w:val="16"/>
              </w:rPr>
              <w:t xml:space="preserve"> quantity.</w:t>
            </w:r>
          </w:p>
          <w:p w:rsidR="009E463F" w:rsidRPr="002E6E87" w:rsidRDefault="009E463F" w:rsidP="00B51902">
            <w:pPr>
              <w:rPr>
                <w:rFonts w:ascii="Verdana" w:hAnsi="Verdana"/>
                <w:sz w:val="20"/>
              </w:rPr>
            </w:pPr>
          </w:p>
          <w:p w:rsidR="009E463F" w:rsidRPr="002E6E87" w:rsidRDefault="009E463F" w:rsidP="00B51902">
            <w:pPr>
              <w:rPr>
                <w:rFonts w:ascii="Verdana" w:hAnsi="Verdana"/>
                <w:sz w:val="18"/>
                <w:szCs w:val="16"/>
              </w:rPr>
            </w:pPr>
          </w:p>
        </w:tc>
      </w:tr>
      <w:tr w:rsidR="0080256E" w:rsidRPr="00A7565C" w:rsidTr="00681FB3">
        <w:trPr>
          <w:trHeight w:val="2980"/>
        </w:trPr>
        <w:tc>
          <w:tcPr>
            <w:tcW w:w="11199" w:type="dxa"/>
            <w:gridSpan w:val="12"/>
          </w:tcPr>
          <w:p w:rsidR="00067151" w:rsidRPr="00050743" w:rsidRDefault="00067151" w:rsidP="00B51902">
            <w:pPr>
              <w:pStyle w:val="Sinespaciado"/>
              <w:jc w:val="both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  <w:r w:rsidR="00AF77EC">
              <w:rPr>
                <w:rFonts w:ascii="Verdana" w:hAnsi="Verdana"/>
                <w:sz w:val="16"/>
                <w:szCs w:val="16"/>
                <w:lang w:val="en-GB"/>
              </w:rPr>
              <w:t xml:space="preserve"> Try to make numbers game in </w:t>
            </w:r>
            <w:r w:rsidR="00050743">
              <w:rPr>
                <w:rFonts w:ascii="Verdana" w:hAnsi="Verdana"/>
                <w:sz w:val="16"/>
                <w:szCs w:val="16"/>
                <w:lang w:val="en-GB"/>
              </w:rPr>
              <w:t xml:space="preserve">circle </w:t>
            </w:r>
            <w:r w:rsidR="00AF77EC">
              <w:rPr>
                <w:rFonts w:ascii="Verdana" w:hAnsi="Verdana"/>
                <w:sz w:val="16"/>
                <w:szCs w:val="16"/>
                <w:lang w:val="en-GB"/>
              </w:rPr>
              <w:t xml:space="preserve">time </w:t>
            </w:r>
            <w:r w:rsidR="00050743">
              <w:rPr>
                <w:rFonts w:ascii="Verdana" w:hAnsi="Verdana"/>
                <w:sz w:val="16"/>
                <w:szCs w:val="16"/>
                <w:lang w:val="en-GB"/>
              </w:rPr>
              <w:t>every day, counting with them, races numbers, etc.</w:t>
            </w:r>
          </w:p>
          <w:p w:rsidR="000F48C0" w:rsidRPr="000F48C0" w:rsidRDefault="000F48C0" w:rsidP="00B51902">
            <w:pPr>
              <w:pStyle w:val="Sinespaciado"/>
              <w:jc w:val="both"/>
              <w:rPr>
                <w:sz w:val="10"/>
                <w:lang w:val="en-GB"/>
              </w:rPr>
            </w:pPr>
          </w:p>
          <w:p w:rsidR="00681FB3" w:rsidRPr="00A7565C" w:rsidRDefault="00681FB3" w:rsidP="00B51902">
            <w:pPr>
              <w:pStyle w:val="Sinespaciado"/>
              <w:jc w:val="both"/>
              <w:rPr>
                <w:lang w:val="en-GB"/>
              </w:rPr>
            </w:pPr>
          </w:p>
        </w:tc>
      </w:tr>
    </w:tbl>
    <w:p w:rsidR="002E3F4B" w:rsidRPr="00A7565C" w:rsidRDefault="002E3F4B" w:rsidP="00B51902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0CD" w:rsidRDefault="00B320CD" w:rsidP="001C6238">
      <w:pPr>
        <w:spacing w:after="0" w:line="240" w:lineRule="auto"/>
      </w:pPr>
      <w:r>
        <w:separator/>
      </w:r>
    </w:p>
  </w:endnote>
  <w:endnote w:type="continuationSeparator" w:id="0">
    <w:p w:rsidR="00B320CD" w:rsidRDefault="00B320CD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1C6238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0CD" w:rsidRDefault="00B320CD" w:rsidP="001C6238">
      <w:pPr>
        <w:spacing w:after="0" w:line="240" w:lineRule="auto"/>
      </w:pPr>
      <w:r>
        <w:separator/>
      </w:r>
    </w:p>
  </w:footnote>
  <w:footnote w:type="continuationSeparator" w:id="0">
    <w:p w:rsidR="00B320CD" w:rsidRDefault="00B320CD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1A6C"/>
    <w:multiLevelType w:val="hybridMultilevel"/>
    <w:tmpl w:val="511E86B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3A1BB8"/>
    <w:multiLevelType w:val="hybridMultilevel"/>
    <w:tmpl w:val="12989E1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910B3E"/>
    <w:multiLevelType w:val="hybridMultilevel"/>
    <w:tmpl w:val="8F4CC97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9C0"/>
    <w:multiLevelType w:val="hybridMultilevel"/>
    <w:tmpl w:val="81EEE9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C040E0"/>
    <w:multiLevelType w:val="hybridMultilevel"/>
    <w:tmpl w:val="0FE8A1E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4F784A"/>
    <w:multiLevelType w:val="hybridMultilevel"/>
    <w:tmpl w:val="4008DF0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AD494E"/>
    <w:multiLevelType w:val="hybridMultilevel"/>
    <w:tmpl w:val="330E08E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EFD0C49"/>
    <w:multiLevelType w:val="hybridMultilevel"/>
    <w:tmpl w:val="8F0C5D0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4888"/>
    <w:rsid w:val="000006D2"/>
    <w:rsid w:val="000178B9"/>
    <w:rsid w:val="000226A8"/>
    <w:rsid w:val="00050743"/>
    <w:rsid w:val="00052C6C"/>
    <w:rsid w:val="000555DB"/>
    <w:rsid w:val="00067151"/>
    <w:rsid w:val="00072A54"/>
    <w:rsid w:val="00090EB1"/>
    <w:rsid w:val="000A7AE7"/>
    <w:rsid w:val="000B23F5"/>
    <w:rsid w:val="000B7713"/>
    <w:rsid w:val="000E3EF9"/>
    <w:rsid w:val="000F189E"/>
    <w:rsid w:val="000F48C0"/>
    <w:rsid w:val="00152B5D"/>
    <w:rsid w:val="00184625"/>
    <w:rsid w:val="001A0619"/>
    <w:rsid w:val="001B42FF"/>
    <w:rsid w:val="001C1C2C"/>
    <w:rsid w:val="001C6238"/>
    <w:rsid w:val="001D26B1"/>
    <w:rsid w:val="0021744B"/>
    <w:rsid w:val="00245C00"/>
    <w:rsid w:val="00264F1B"/>
    <w:rsid w:val="002700F6"/>
    <w:rsid w:val="0027057D"/>
    <w:rsid w:val="00283E89"/>
    <w:rsid w:val="002B629B"/>
    <w:rsid w:val="002E3F4B"/>
    <w:rsid w:val="002E4666"/>
    <w:rsid w:val="002E6E87"/>
    <w:rsid w:val="002F1647"/>
    <w:rsid w:val="002F4B32"/>
    <w:rsid w:val="00324CB2"/>
    <w:rsid w:val="00332D6B"/>
    <w:rsid w:val="00336BC2"/>
    <w:rsid w:val="00340A2B"/>
    <w:rsid w:val="00341004"/>
    <w:rsid w:val="003577D0"/>
    <w:rsid w:val="003602D0"/>
    <w:rsid w:val="00366713"/>
    <w:rsid w:val="00375E4E"/>
    <w:rsid w:val="003D423E"/>
    <w:rsid w:val="003F6014"/>
    <w:rsid w:val="00412EF4"/>
    <w:rsid w:val="00417B73"/>
    <w:rsid w:val="00444F69"/>
    <w:rsid w:val="0045721A"/>
    <w:rsid w:val="0045757F"/>
    <w:rsid w:val="00517BEB"/>
    <w:rsid w:val="00533200"/>
    <w:rsid w:val="00546A2A"/>
    <w:rsid w:val="00563540"/>
    <w:rsid w:val="005650E7"/>
    <w:rsid w:val="00584EDA"/>
    <w:rsid w:val="00593529"/>
    <w:rsid w:val="005C3779"/>
    <w:rsid w:val="005C490D"/>
    <w:rsid w:val="005D6070"/>
    <w:rsid w:val="006160D0"/>
    <w:rsid w:val="006226D5"/>
    <w:rsid w:val="00672D89"/>
    <w:rsid w:val="0067753B"/>
    <w:rsid w:val="00681FB3"/>
    <w:rsid w:val="0068211C"/>
    <w:rsid w:val="0068273A"/>
    <w:rsid w:val="00693BD7"/>
    <w:rsid w:val="006A3CAD"/>
    <w:rsid w:val="006C46C4"/>
    <w:rsid w:val="006F03D5"/>
    <w:rsid w:val="00706028"/>
    <w:rsid w:val="00734D1B"/>
    <w:rsid w:val="00750DB7"/>
    <w:rsid w:val="0077504E"/>
    <w:rsid w:val="0078334B"/>
    <w:rsid w:val="007864D7"/>
    <w:rsid w:val="00796FD9"/>
    <w:rsid w:val="007A10BD"/>
    <w:rsid w:val="007A26EE"/>
    <w:rsid w:val="007D67CD"/>
    <w:rsid w:val="007E3435"/>
    <w:rsid w:val="007F4D1D"/>
    <w:rsid w:val="0080256E"/>
    <w:rsid w:val="0080767B"/>
    <w:rsid w:val="00812B19"/>
    <w:rsid w:val="00831EB3"/>
    <w:rsid w:val="008441A0"/>
    <w:rsid w:val="00847570"/>
    <w:rsid w:val="0085348E"/>
    <w:rsid w:val="00854683"/>
    <w:rsid w:val="0086190D"/>
    <w:rsid w:val="00870D07"/>
    <w:rsid w:val="008822C8"/>
    <w:rsid w:val="00887C1C"/>
    <w:rsid w:val="00894888"/>
    <w:rsid w:val="00895DDA"/>
    <w:rsid w:val="008B0A28"/>
    <w:rsid w:val="008B1F0B"/>
    <w:rsid w:val="008B7EEC"/>
    <w:rsid w:val="008C2CD5"/>
    <w:rsid w:val="008F5EF7"/>
    <w:rsid w:val="008F6DF4"/>
    <w:rsid w:val="009176BC"/>
    <w:rsid w:val="0092225C"/>
    <w:rsid w:val="00922918"/>
    <w:rsid w:val="009340E7"/>
    <w:rsid w:val="00944E3A"/>
    <w:rsid w:val="00972B7E"/>
    <w:rsid w:val="00986230"/>
    <w:rsid w:val="00996666"/>
    <w:rsid w:val="0099767B"/>
    <w:rsid w:val="009A31D5"/>
    <w:rsid w:val="009A3E65"/>
    <w:rsid w:val="009E463F"/>
    <w:rsid w:val="00A34F65"/>
    <w:rsid w:val="00A356DA"/>
    <w:rsid w:val="00A44AD0"/>
    <w:rsid w:val="00A5492B"/>
    <w:rsid w:val="00A7565C"/>
    <w:rsid w:val="00A8397A"/>
    <w:rsid w:val="00A9309F"/>
    <w:rsid w:val="00AB5AC1"/>
    <w:rsid w:val="00AD30AD"/>
    <w:rsid w:val="00AE210E"/>
    <w:rsid w:val="00AF07BE"/>
    <w:rsid w:val="00AF77EC"/>
    <w:rsid w:val="00B043D3"/>
    <w:rsid w:val="00B24D90"/>
    <w:rsid w:val="00B262F8"/>
    <w:rsid w:val="00B320CD"/>
    <w:rsid w:val="00B51902"/>
    <w:rsid w:val="00B57B1C"/>
    <w:rsid w:val="00B72BA3"/>
    <w:rsid w:val="00B742F3"/>
    <w:rsid w:val="00B8591B"/>
    <w:rsid w:val="00B85E77"/>
    <w:rsid w:val="00BB50E7"/>
    <w:rsid w:val="00BC6023"/>
    <w:rsid w:val="00BE3E6A"/>
    <w:rsid w:val="00BF1380"/>
    <w:rsid w:val="00C13CC2"/>
    <w:rsid w:val="00C26857"/>
    <w:rsid w:val="00C72907"/>
    <w:rsid w:val="00C937FC"/>
    <w:rsid w:val="00CA7C1C"/>
    <w:rsid w:val="00CB7A87"/>
    <w:rsid w:val="00CD747E"/>
    <w:rsid w:val="00CE18E9"/>
    <w:rsid w:val="00D04D88"/>
    <w:rsid w:val="00D5473C"/>
    <w:rsid w:val="00D72149"/>
    <w:rsid w:val="00DC4BF8"/>
    <w:rsid w:val="00E22C66"/>
    <w:rsid w:val="00E56309"/>
    <w:rsid w:val="00E6737C"/>
    <w:rsid w:val="00EC0111"/>
    <w:rsid w:val="00ED4773"/>
    <w:rsid w:val="00ED64F2"/>
    <w:rsid w:val="00F20647"/>
    <w:rsid w:val="00F21DE8"/>
    <w:rsid w:val="00F35B3C"/>
    <w:rsid w:val="00F35EFB"/>
    <w:rsid w:val="00F40610"/>
    <w:rsid w:val="00F47BD0"/>
    <w:rsid w:val="00F51A8D"/>
    <w:rsid w:val="00F561B2"/>
    <w:rsid w:val="00F65F87"/>
    <w:rsid w:val="00F86DB7"/>
    <w:rsid w:val="00FA7643"/>
    <w:rsid w:val="00FC3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7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7C1C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92225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ordinacion\Desktop\New%20Folder\Learning%20Experience%20Planner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2DD57-B4D2-43FF-8100-9DE63DF58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Learning Experience Planner Template.dotx</Template>
  <TotalTime>20</TotalTime>
  <Pages>1</Pages>
  <Words>349</Words>
  <Characters>1924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Coordinacion</dc:creator>
  <cp:lastModifiedBy>usuario</cp:lastModifiedBy>
  <cp:revision>4</cp:revision>
  <cp:lastPrinted>2009-01-26T13:55:00Z</cp:lastPrinted>
  <dcterms:created xsi:type="dcterms:W3CDTF">2011-02-13T18:52:00Z</dcterms:created>
  <dcterms:modified xsi:type="dcterms:W3CDTF">2011-02-13T19:12:00Z</dcterms:modified>
</cp:coreProperties>
</file>